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883" w:rsidRDefault="00B34883">
      <w:pPr>
        <w:pStyle w:val="LABMvezAlcim"/>
      </w:pPr>
      <w:bookmarkStart w:id="0" w:name="_GoBack"/>
      <w:bookmarkEnd w:id="0"/>
      <w:r>
        <w:t>Mérési Jegyzőkönyv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5764"/>
      </w:tblGrid>
      <w:tr w:rsidR="00B34883">
        <w:tc>
          <w:tcPr>
            <w:tcW w:w="2694" w:type="dxa"/>
          </w:tcPr>
          <w:p w:rsidR="00B34883" w:rsidRDefault="00B34883">
            <w:pPr>
              <w:pStyle w:val="LABJkVFejlecVastag"/>
              <w:spacing w:before="120"/>
              <w:rPr>
                <w:lang w:val="hu-HU"/>
              </w:rPr>
            </w:pPr>
            <w:r>
              <w:rPr>
                <w:lang w:val="hu-HU"/>
              </w:rPr>
              <w:t>A mérés tárgya:</w:t>
            </w:r>
          </w:p>
        </w:tc>
        <w:tc>
          <w:tcPr>
            <w:tcW w:w="5764" w:type="dxa"/>
          </w:tcPr>
          <w:p w:rsidR="00B34883" w:rsidRDefault="00B34883">
            <w:pPr>
              <w:pStyle w:val="LABJkvFejlec"/>
            </w:pPr>
            <w:r>
              <w:rPr>
                <w:b/>
              </w:rPr>
              <w:t xml:space="preserve">Villamos teljesítmény mérése </w:t>
            </w:r>
            <w:r>
              <w:t>(4. mérés)</w:t>
            </w:r>
          </w:p>
        </w:tc>
      </w:tr>
      <w:tr w:rsidR="00B34883">
        <w:tc>
          <w:tcPr>
            <w:tcW w:w="2694" w:type="dxa"/>
          </w:tcPr>
          <w:p w:rsidR="00B34883" w:rsidRDefault="00B34883">
            <w:pPr>
              <w:pStyle w:val="LABJkvFejlec"/>
              <w:rPr>
                <w:b/>
              </w:rPr>
            </w:pPr>
            <w:r>
              <w:rPr>
                <w:b/>
              </w:rPr>
              <w:t>A mérést végzik:</w:t>
            </w:r>
          </w:p>
        </w:tc>
        <w:tc>
          <w:tcPr>
            <w:tcW w:w="5764" w:type="dxa"/>
          </w:tcPr>
          <w:p w:rsidR="00B34883" w:rsidRDefault="00E20A54">
            <w:pPr>
              <w:pStyle w:val="LABJkvFejlec"/>
            </w:pPr>
            <w:r>
              <w:t>&lt;Név&gt;</w:t>
            </w:r>
          </w:p>
        </w:tc>
      </w:tr>
      <w:tr w:rsidR="00B34883">
        <w:tc>
          <w:tcPr>
            <w:tcW w:w="2694" w:type="dxa"/>
          </w:tcPr>
          <w:p w:rsidR="00B34883" w:rsidRDefault="00B34883" w:rsidP="000620B1">
            <w:pPr>
              <w:pStyle w:val="LABJkvFejlec"/>
              <w:rPr>
                <w:b/>
                <w:lang w:val="en-US"/>
              </w:rPr>
            </w:pPr>
            <w:r>
              <w:rPr>
                <w:b/>
              </w:rPr>
              <w:t>Mérőcsoport:</w:t>
            </w:r>
          </w:p>
        </w:tc>
        <w:tc>
          <w:tcPr>
            <w:tcW w:w="5764" w:type="dxa"/>
          </w:tcPr>
          <w:p w:rsidR="00B34883" w:rsidRDefault="00E20A54" w:rsidP="000620B1">
            <w:pPr>
              <w:pStyle w:val="LABJkvFejlec"/>
            </w:pPr>
            <w:r>
              <w:t>&lt;csoport&gt;</w:t>
            </w:r>
          </w:p>
        </w:tc>
      </w:tr>
      <w:tr w:rsidR="00B34883">
        <w:tc>
          <w:tcPr>
            <w:tcW w:w="2694" w:type="dxa"/>
          </w:tcPr>
          <w:p w:rsidR="00B34883" w:rsidRDefault="00B34883" w:rsidP="000620B1">
            <w:pPr>
              <w:pStyle w:val="LABJkvFejlec"/>
              <w:rPr>
                <w:b/>
              </w:rPr>
            </w:pPr>
            <w:r>
              <w:rPr>
                <w:b/>
              </w:rPr>
              <w:t>A mérés időpontja:</w:t>
            </w:r>
          </w:p>
        </w:tc>
        <w:tc>
          <w:tcPr>
            <w:tcW w:w="5764" w:type="dxa"/>
          </w:tcPr>
          <w:p w:rsidR="00B34883" w:rsidRDefault="00E20A54" w:rsidP="000620B1">
            <w:pPr>
              <w:pStyle w:val="LABJkvFejlec"/>
            </w:pPr>
            <w:r>
              <w:rPr>
                <w:lang w:val="en-US"/>
              </w:rPr>
              <w:t>&lt;dátum&gt;</w:t>
            </w:r>
          </w:p>
        </w:tc>
      </w:tr>
      <w:tr w:rsidR="00B34883">
        <w:tc>
          <w:tcPr>
            <w:tcW w:w="2694" w:type="dxa"/>
          </w:tcPr>
          <w:p w:rsidR="00B34883" w:rsidRDefault="00B34883" w:rsidP="000620B1">
            <w:pPr>
              <w:pStyle w:val="LABJkvFejlec"/>
              <w:rPr>
                <w:b/>
              </w:rPr>
            </w:pPr>
          </w:p>
        </w:tc>
        <w:tc>
          <w:tcPr>
            <w:tcW w:w="5764" w:type="dxa"/>
          </w:tcPr>
          <w:p w:rsidR="00B34883" w:rsidRDefault="00B34883" w:rsidP="000620B1">
            <w:pPr>
              <w:pStyle w:val="LABJkvFejlec"/>
            </w:pPr>
          </w:p>
        </w:tc>
      </w:tr>
    </w:tbl>
    <w:p w:rsidR="00B34883" w:rsidRPr="00523221" w:rsidRDefault="00B34883">
      <w:pPr>
        <w:pStyle w:val="LABNormal"/>
        <w:rPr>
          <w:b/>
        </w:rPr>
      </w:pPr>
      <w:r w:rsidRPr="00523221">
        <w:rPr>
          <w:b/>
        </w:rPr>
        <w:t>Felhasznált eszközök</w:t>
      </w:r>
      <w:r>
        <w:rPr>
          <w:b/>
        </w:rPr>
        <w:t>:</w:t>
      </w:r>
    </w:p>
    <w:p w:rsidR="00B34883" w:rsidRDefault="00B34883">
      <w:pPr>
        <w:pStyle w:val="LABNormal"/>
      </w:pPr>
    </w:p>
    <w:tbl>
      <w:tblPr>
        <w:tblW w:w="0" w:type="auto"/>
        <w:tblInd w:w="-176" w:type="dxa"/>
        <w:tblLook w:val="00A0" w:firstRow="1" w:lastRow="0" w:firstColumn="1" w:lastColumn="0" w:noHBand="0" w:noVBand="0"/>
      </w:tblPr>
      <w:tblGrid>
        <w:gridCol w:w="3221"/>
        <w:gridCol w:w="2432"/>
        <w:gridCol w:w="2731"/>
      </w:tblGrid>
      <w:tr w:rsidR="00B34883" w:rsidTr="00E20A54">
        <w:tc>
          <w:tcPr>
            <w:tcW w:w="3221" w:type="dxa"/>
          </w:tcPr>
          <w:p w:rsidR="00B34883" w:rsidRPr="007F51B5" w:rsidRDefault="00B34883" w:rsidP="00C05F06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Oszcilloszkóp</w:t>
            </w:r>
          </w:p>
        </w:tc>
        <w:tc>
          <w:tcPr>
            <w:tcW w:w="2432" w:type="dxa"/>
          </w:tcPr>
          <w:p w:rsidR="00B34883" w:rsidRPr="007F51B5" w:rsidRDefault="00B34883" w:rsidP="00C05F06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Agilent 54622A</w:t>
            </w:r>
          </w:p>
        </w:tc>
        <w:tc>
          <w:tcPr>
            <w:tcW w:w="2731" w:type="dxa"/>
          </w:tcPr>
          <w:p w:rsidR="00B34883" w:rsidRPr="007F51B5" w:rsidRDefault="00E20A54" w:rsidP="00C05F06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Muszer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Függvénygenerátor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Agilent 33220A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Elektronikus teljesítménymérő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Hameg</w:t>
            </w:r>
            <w:r w:rsidRPr="007F51B5">
              <w:rPr>
                <w:sz w:val="24"/>
                <w:szCs w:val="24"/>
              </w:rPr>
              <w:tab/>
              <w:t>HM8115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Szabályozható AC tápegység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Metrel MA-4804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Hall-szondás árammérő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Hameg HZ-56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Digitális multiméter (6½ digit)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Agilent 33401A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Ellenállásdekád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IET Labs RCS500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E20A54" w:rsidTr="00E20A54">
        <w:tc>
          <w:tcPr>
            <w:tcW w:w="322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Mérőpanel</w:t>
            </w:r>
          </w:p>
        </w:tc>
        <w:tc>
          <w:tcPr>
            <w:tcW w:w="2432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VIK-II-04</w:t>
            </w:r>
          </w:p>
        </w:tc>
        <w:tc>
          <w:tcPr>
            <w:tcW w:w="2731" w:type="dxa"/>
          </w:tcPr>
          <w:p w:rsidR="00E20A54" w:rsidRPr="007F51B5" w:rsidRDefault="00E20A54" w:rsidP="00E20A54">
            <w:pPr>
              <w:pStyle w:val="LAB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&lt;gyártási szám&gt;</w:t>
            </w:r>
          </w:p>
        </w:tc>
      </w:tr>
      <w:tr w:rsidR="00B34883" w:rsidTr="00E20A54">
        <w:tc>
          <w:tcPr>
            <w:tcW w:w="3221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Mérőpanel (transzformátor)</w:t>
            </w:r>
          </w:p>
        </w:tc>
        <w:tc>
          <w:tcPr>
            <w:tcW w:w="2432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VIK-01-03</w:t>
            </w:r>
          </w:p>
        </w:tc>
        <w:tc>
          <w:tcPr>
            <w:tcW w:w="2731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--</w:t>
            </w:r>
          </w:p>
        </w:tc>
      </w:tr>
      <w:tr w:rsidR="00B34883" w:rsidTr="00E20A54">
        <w:tc>
          <w:tcPr>
            <w:tcW w:w="3221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>Fényforrások</w:t>
            </w:r>
          </w:p>
        </w:tc>
        <w:tc>
          <w:tcPr>
            <w:tcW w:w="2432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  <w:tc>
          <w:tcPr>
            <w:tcW w:w="2731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</w:tr>
      <w:tr w:rsidR="00B34883" w:rsidTr="00E20A54">
        <w:tc>
          <w:tcPr>
            <w:tcW w:w="3221" w:type="dxa"/>
          </w:tcPr>
          <w:p w:rsidR="00B34883" w:rsidRPr="007F51B5" w:rsidRDefault="00B34883" w:rsidP="00523221">
            <w:pPr>
              <w:pStyle w:val="LABNormal"/>
              <w:rPr>
                <w:sz w:val="24"/>
                <w:szCs w:val="24"/>
              </w:rPr>
            </w:pPr>
            <w:r w:rsidRPr="007F51B5">
              <w:rPr>
                <w:sz w:val="24"/>
                <w:szCs w:val="24"/>
              </w:rPr>
              <w:t xml:space="preserve">Preparált hosszabbító </w:t>
            </w:r>
          </w:p>
        </w:tc>
        <w:tc>
          <w:tcPr>
            <w:tcW w:w="2432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  <w:tc>
          <w:tcPr>
            <w:tcW w:w="2731" w:type="dxa"/>
          </w:tcPr>
          <w:p w:rsidR="00B34883" w:rsidRPr="007F51B5" w:rsidRDefault="00B34883" w:rsidP="00E120FE">
            <w:pPr>
              <w:pStyle w:val="LABNormal"/>
              <w:rPr>
                <w:sz w:val="24"/>
                <w:szCs w:val="24"/>
              </w:rPr>
            </w:pPr>
          </w:p>
        </w:tc>
      </w:tr>
    </w:tbl>
    <w:p w:rsidR="00B34883" w:rsidRPr="00C05F06" w:rsidRDefault="00B34883" w:rsidP="00C05F06">
      <w:pPr>
        <w:pStyle w:val="LABNormal"/>
      </w:pPr>
    </w:p>
    <w:p w:rsidR="00B34883" w:rsidRDefault="00B34883" w:rsidP="005340E8">
      <w:pPr>
        <w:pStyle w:val="LABNagybekezdescim"/>
      </w:pPr>
      <w:r>
        <w:lastRenderedPageBreak/>
        <w:t>Mérési feladatok</w:t>
      </w:r>
      <w:r w:rsidR="00413963">
        <w:rPr>
          <w:rStyle w:val="LABfeher"/>
        </w:rPr>
        <w:fldChar w:fldCharType="begin"/>
      </w:r>
      <w:r>
        <w:rPr>
          <w:rStyle w:val="LABfeher"/>
        </w:rPr>
        <w:instrText xml:space="preserve"> LISTNUM fel \l 1 \s 0</w:instrText>
      </w:r>
      <w:r w:rsidR="00413963">
        <w:rPr>
          <w:rStyle w:val="LABfeher"/>
        </w:rPr>
        <w:fldChar w:fldCharType="end"/>
      </w:r>
    </w:p>
    <w:p w:rsidR="00B34883" w:rsidRDefault="00B34883" w:rsidP="00F17822">
      <w:pPr>
        <w:pStyle w:val="LABFeladatcim"/>
      </w:pPr>
      <w:r>
        <w:t>Hall-szondás árammérő lakatfogó működésének megismerése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7960"/>
      </w:tblGrid>
      <w:tr w:rsidR="00B34883" w:rsidTr="007F7A25">
        <w:trPr>
          <w:trHeight w:val="539"/>
        </w:trPr>
        <w:tc>
          <w:tcPr>
            <w:tcW w:w="7960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7F51B5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:rsidR="00B34883" w:rsidRDefault="00B34883" w:rsidP="00F17822">
      <w:pPr>
        <w:pStyle w:val="LABFeladatcim"/>
        <w:numPr>
          <w:ilvl w:val="0"/>
          <w:numId w:val="0"/>
        </w:numPr>
      </w:pPr>
    </w:p>
    <w:p w:rsidR="00B34883" w:rsidRDefault="00B34883" w:rsidP="00040F7B">
      <w:pPr>
        <w:pStyle w:val="LABFeladatcim"/>
      </w:pPr>
      <w:r>
        <w:t>Szinuszos feszültséggel táplált RLC-hálózat teljesítményviszonyainak mérése</w:t>
      </w:r>
      <w:r w:rsidR="00040F7B">
        <w:t xml:space="preserve"> </w:t>
      </w:r>
      <w:r w:rsidR="00040F7B" w:rsidRPr="00040F7B">
        <w:t>oszcilloszkóp használatával</w:t>
      </w:r>
      <w:r w:rsidR="00040F7B">
        <w:t xml:space="preserve"> </w:t>
      </w:r>
    </w:p>
    <w:p w:rsidR="00927C10" w:rsidRPr="007F51B5" w:rsidRDefault="00927C10" w:rsidP="00927C10">
      <w:pPr>
        <w:pStyle w:val="LABFeladatcim"/>
        <w:numPr>
          <w:ilvl w:val="0"/>
          <w:numId w:val="0"/>
        </w:numPr>
        <w:rPr>
          <w:b w:val="0"/>
          <w:color w:val="000080"/>
        </w:rPr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927C10" w:rsidTr="008917F9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:rsidR="00927C10" w:rsidRPr="00EA63F2" w:rsidRDefault="00927C10" w:rsidP="008917F9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:rsidR="00927C10" w:rsidRDefault="00927C10" w:rsidP="00F259F6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4978FB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EA63F2" w:rsidRDefault="00B34883" w:rsidP="00EA63F2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:rsidR="00B34883" w:rsidRDefault="00B34883" w:rsidP="00EA63F2">
      <w:pPr>
        <w:pStyle w:val="LABFeladatcim"/>
        <w:numPr>
          <w:ilvl w:val="0"/>
          <w:numId w:val="0"/>
        </w:numPr>
        <w:rPr>
          <w:b w:val="0"/>
        </w:rPr>
      </w:pPr>
    </w:p>
    <w:p w:rsidR="00B34883" w:rsidRDefault="00B34883" w:rsidP="00040F7B">
      <w:pPr>
        <w:pStyle w:val="LABFeladatcim"/>
      </w:pPr>
      <w:r>
        <w:t>Általános periodikus feszültséggel táplált RLC-hálózat teljesítményviszonyainak mérése</w:t>
      </w:r>
      <w:r w:rsidR="00040F7B" w:rsidRPr="00040F7B">
        <w:t xml:space="preserve"> oszcilloszkóp használatával</w:t>
      </w:r>
    </w:p>
    <w:p w:rsidR="00927C10" w:rsidRDefault="00927C10" w:rsidP="00927C10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927C10" w:rsidTr="008917F9">
        <w:tc>
          <w:tcPr>
            <w:tcW w:w="8162" w:type="dxa"/>
            <w:tcBorders>
              <w:top w:val="single" w:sz="18" w:space="0" w:color="000080"/>
              <w:bottom w:val="single" w:sz="18" w:space="0" w:color="000080"/>
            </w:tcBorders>
          </w:tcPr>
          <w:p w:rsidR="00927C10" w:rsidRPr="00EA63F2" w:rsidRDefault="00927C10" w:rsidP="008917F9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2060"/>
              </w:rPr>
            </w:pPr>
          </w:p>
        </w:tc>
      </w:tr>
    </w:tbl>
    <w:p w:rsidR="00927C10" w:rsidRDefault="00927C10" w:rsidP="00927C10">
      <w:pPr>
        <w:pStyle w:val="LABFeladatcim"/>
        <w:numPr>
          <w:ilvl w:val="0"/>
          <w:numId w:val="0"/>
        </w:numPr>
        <w:rPr>
          <w:b w:val="0"/>
        </w:rPr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7F51B5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5E61A6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:rsidR="00B34883" w:rsidRDefault="00B34883" w:rsidP="00F17822">
      <w:pPr>
        <w:pStyle w:val="LABFeladatcim"/>
        <w:numPr>
          <w:ilvl w:val="0"/>
          <w:numId w:val="0"/>
        </w:numPr>
        <w:ind w:left="717"/>
        <w:rPr>
          <w:b w:val="0"/>
        </w:rPr>
      </w:pPr>
    </w:p>
    <w:p w:rsidR="00B34883" w:rsidRDefault="00513FFD" w:rsidP="005340E8">
      <w:pPr>
        <w:pStyle w:val="LABFeladatcim"/>
      </w:pPr>
      <w:r>
        <w:t xml:space="preserve">AC tápegységgel táplált </w:t>
      </w:r>
      <w:r w:rsidR="00B34883">
        <w:t>RLC-hálózat teljesítményviszonyainak mérése</w:t>
      </w:r>
    </w:p>
    <w:p w:rsidR="00B34883" w:rsidRDefault="00B34883" w:rsidP="00263947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971D27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7763A0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:rsidR="00B34883" w:rsidRDefault="00B34883" w:rsidP="00263947">
      <w:pPr>
        <w:pStyle w:val="LABFeladatcim"/>
        <w:numPr>
          <w:ilvl w:val="0"/>
          <w:numId w:val="0"/>
        </w:numPr>
        <w:ind w:left="357" w:hanging="357"/>
      </w:pPr>
    </w:p>
    <w:p w:rsidR="00B34883" w:rsidRDefault="00B34883" w:rsidP="008C021A">
      <w:pPr>
        <w:pStyle w:val="LABFeladatcim"/>
        <w:numPr>
          <w:ilvl w:val="0"/>
          <w:numId w:val="14"/>
        </w:numPr>
        <w:rPr>
          <w:b w:val="0"/>
        </w:rPr>
      </w:pPr>
      <w:r>
        <w:rPr>
          <w:b w:val="0"/>
        </w:rPr>
        <w:t>elektronikus teljesítménymérővel;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7F51B5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AA2CCD">
            <w:pPr>
              <w:pStyle w:val="LABFeladatcim"/>
              <w:numPr>
                <w:ilvl w:val="0"/>
                <w:numId w:val="0"/>
              </w:numPr>
              <w:ind w:left="1077"/>
              <w:rPr>
                <w:b w:val="0"/>
                <w:color w:val="000080"/>
              </w:rPr>
            </w:pPr>
          </w:p>
        </w:tc>
      </w:tr>
    </w:tbl>
    <w:p w:rsidR="00B34883" w:rsidRDefault="00746E01" w:rsidP="005340E8">
      <w:pPr>
        <w:pStyle w:val="LABFeladatcim"/>
        <w:numPr>
          <w:ilvl w:val="0"/>
          <w:numId w:val="14"/>
        </w:numPr>
        <w:rPr>
          <w:b w:val="0"/>
        </w:rPr>
      </w:pPr>
      <w:r>
        <w:rPr>
          <w:b w:val="0"/>
        </w:rPr>
        <w:t>oszcilloszkóp használatával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7F51B5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5E61A6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:rsidR="00B34883" w:rsidRDefault="00B34883" w:rsidP="005340E8">
      <w:pPr>
        <w:pStyle w:val="LABFeladatcim"/>
        <w:numPr>
          <w:ilvl w:val="0"/>
          <w:numId w:val="0"/>
        </w:numPr>
        <w:ind w:left="357" w:hanging="357"/>
        <w:rPr>
          <w:b w:val="0"/>
        </w:rPr>
      </w:pPr>
    </w:p>
    <w:p w:rsidR="00B34883" w:rsidRDefault="00B34883" w:rsidP="005340E8">
      <w:pPr>
        <w:pStyle w:val="LABFeladatcim"/>
      </w:pPr>
      <w:r>
        <w:t>Hálózati feszültséggel táplált fényforrások teljesítményviszonyainak mérése</w:t>
      </w:r>
    </w:p>
    <w:p w:rsidR="00B34883" w:rsidRDefault="00B34883" w:rsidP="008804A5">
      <w:pPr>
        <w:pStyle w:val="LABFeladatcim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971D27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9F6B75" w:rsidRPr="007F51B5" w:rsidRDefault="009F6B75" w:rsidP="009F6B75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:rsidR="00B34883" w:rsidRDefault="00B34883" w:rsidP="008804A5">
      <w:pPr>
        <w:pStyle w:val="LABFeladatcim"/>
        <w:numPr>
          <w:ilvl w:val="0"/>
          <w:numId w:val="0"/>
        </w:numPr>
        <w:ind w:left="357"/>
      </w:pPr>
    </w:p>
    <w:p w:rsidR="00B34883" w:rsidRDefault="00D92FD8" w:rsidP="00D92FD8">
      <w:pPr>
        <w:pStyle w:val="LABFeladatcim"/>
        <w:numPr>
          <w:ilvl w:val="0"/>
          <w:numId w:val="15"/>
        </w:numPr>
        <w:rPr>
          <w:b w:val="0"/>
        </w:rPr>
      </w:pPr>
      <w:r w:rsidRPr="00D92FD8">
        <w:rPr>
          <w:b w:val="0"/>
        </w:rPr>
        <w:t>hagyományos vagy halogén izzólámpa</w:t>
      </w:r>
      <w:r w:rsidR="00B34883">
        <w:rPr>
          <w:b w:val="0"/>
        </w:rPr>
        <w:t>;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D25B6D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55508A">
            <w:pPr>
              <w:pStyle w:val="LABFeladatcim"/>
              <w:numPr>
                <w:ilvl w:val="0"/>
                <w:numId w:val="0"/>
              </w:numPr>
              <w:ind w:left="7" w:hanging="7"/>
              <w:rPr>
                <w:b w:val="0"/>
                <w:color w:val="000080"/>
              </w:rPr>
            </w:pPr>
          </w:p>
        </w:tc>
      </w:tr>
    </w:tbl>
    <w:p w:rsidR="00B34883" w:rsidRDefault="00B34883" w:rsidP="00857E4A">
      <w:pPr>
        <w:pStyle w:val="LABFeladatcim"/>
        <w:numPr>
          <w:ilvl w:val="0"/>
          <w:numId w:val="15"/>
        </w:numPr>
        <w:rPr>
          <w:b w:val="0"/>
        </w:rPr>
      </w:pPr>
      <w:r>
        <w:rPr>
          <w:b w:val="0"/>
        </w:rPr>
        <w:t>kompakt fénycső</w:t>
      </w:r>
      <w:r w:rsidR="00D92FD8">
        <w:rPr>
          <w:b w:val="0"/>
        </w:rPr>
        <w:t xml:space="preserve"> vagy LED fényforrás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ook w:val="01E0" w:firstRow="1" w:lastRow="1" w:firstColumn="1" w:lastColumn="1" w:noHBand="0" w:noVBand="0"/>
      </w:tblPr>
      <w:tblGrid>
        <w:gridCol w:w="8162"/>
      </w:tblGrid>
      <w:tr w:rsidR="00B34883" w:rsidTr="00D25B6D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B93F1B">
            <w:pPr>
              <w:pStyle w:val="LABFeladatcim"/>
              <w:numPr>
                <w:ilvl w:val="0"/>
                <w:numId w:val="0"/>
              </w:numPr>
              <w:ind w:left="7" w:hanging="7"/>
              <w:jc w:val="center"/>
              <w:rPr>
                <w:b w:val="0"/>
                <w:color w:val="000080"/>
              </w:rPr>
            </w:pPr>
          </w:p>
        </w:tc>
      </w:tr>
    </w:tbl>
    <w:p w:rsidR="00B34883" w:rsidRDefault="00B34883" w:rsidP="00D92FD8">
      <w:pPr>
        <w:pStyle w:val="LABFeladatcim"/>
        <w:numPr>
          <w:ilvl w:val="0"/>
          <w:numId w:val="0"/>
        </w:numPr>
        <w:rPr>
          <w:b w:val="0"/>
        </w:rPr>
      </w:pPr>
    </w:p>
    <w:p w:rsidR="00B34883" w:rsidRDefault="00B34883" w:rsidP="00F17822">
      <w:pPr>
        <w:pStyle w:val="LABFeladatcim"/>
        <w:keepNext w:val="0"/>
        <w:ind w:left="360" w:hanging="360"/>
      </w:pPr>
      <w:r>
        <w:t>Hálózati feszültség torzítási tényezőjének és a felvett áram csúcstényezőjének mérése</w:t>
      </w:r>
    </w:p>
    <w:tbl>
      <w:tblPr>
        <w:tblW w:w="0" w:type="auto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B34883" w:rsidTr="00C916EE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7F51B5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  <w:r>
              <w:rPr>
                <w:b w:val="0"/>
                <w:color w:val="000080"/>
              </w:rPr>
              <w:t xml:space="preserve"> </w:t>
            </w:r>
          </w:p>
        </w:tc>
      </w:tr>
    </w:tbl>
    <w:p w:rsidR="00B34883" w:rsidRDefault="00B34883" w:rsidP="00F17822">
      <w:pPr>
        <w:pStyle w:val="LABFeladatcim"/>
        <w:keepNext w:val="0"/>
        <w:numPr>
          <w:ilvl w:val="0"/>
          <w:numId w:val="0"/>
        </w:numPr>
        <w:ind w:left="357" w:hanging="357"/>
      </w:pPr>
    </w:p>
    <w:p w:rsidR="00B34883" w:rsidRDefault="00B34883" w:rsidP="00F17822">
      <w:pPr>
        <w:pStyle w:val="LABFeladatcim"/>
        <w:keepNext w:val="0"/>
        <w:ind w:left="360" w:hanging="360"/>
      </w:pPr>
      <w:r>
        <w:t>Hibaszámítás</w:t>
      </w:r>
    </w:p>
    <w:tbl>
      <w:tblPr>
        <w:tblW w:w="834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B34883" w:rsidTr="00F35DBE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B34883" w:rsidRPr="007F51B5" w:rsidRDefault="00B34883" w:rsidP="005E61A6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:rsidR="00F35DBE" w:rsidRPr="00F35DBE" w:rsidRDefault="00F35DBE" w:rsidP="00F35DBE">
      <w:pPr>
        <w:pStyle w:val="LABFeladatcim"/>
        <w:keepNext w:val="0"/>
        <w:numPr>
          <w:ilvl w:val="0"/>
          <w:numId w:val="0"/>
        </w:numPr>
        <w:ind w:left="357" w:hanging="357"/>
        <w:rPr>
          <w:b w:val="0"/>
          <w:i/>
        </w:rPr>
      </w:pPr>
      <w:r w:rsidRPr="00484E8A">
        <w:rPr>
          <w:b w:val="0"/>
          <w:i/>
        </w:rPr>
        <w:t>Kiegészítő mérési feladat:</w:t>
      </w:r>
    </w:p>
    <w:p w:rsidR="00F35DBE" w:rsidRDefault="00F35DBE" w:rsidP="00F35DBE">
      <w:pPr>
        <w:pStyle w:val="LABFeladatcim"/>
        <w:tabs>
          <w:tab w:val="clear" w:pos="357"/>
          <w:tab w:val="num" w:pos="-284"/>
        </w:tabs>
        <w:ind w:left="0" w:hanging="284"/>
      </w:pPr>
      <w:r>
        <w:t>Személyi számítógép teljesítményviszonyainak mérése</w:t>
      </w:r>
    </w:p>
    <w:tbl>
      <w:tblPr>
        <w:tblW w:w="834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5E61A6" w:rsidTr="00A15B7F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5E61A6" w:rsidRPr="007F51B5" w:rsidRDefault="005E61A6" w:rsidP="00A15B7F">
            <w:pPr>
              <w:pStyle w:val="LABFeladatcim"/>
              <w:numPr>
                <w:ilvl w:val="0"/>
                <w:numId w:val="0"/>
              </w:numPr>
              <w:rPr>
                <w:b w:val="0"/>
                <w:color w:val="000080"/>
              </w:rPr>
            </w:pPr>
          </w:p>
        </w:tc>
      </w:tr>
    </w:tbl>
    <w:p w:rsidR="00F35DBE" w:rsidRPr="005E3B57" w:rsidRDefault="005E61A6" w:rsidP="00F35DBE">
      <w:pPr>
        <w:pStyle w:val="LABFeladatcim"/>
        <w:keepNext w:val="0"/>
        <w:numPr>
          <w:ilvl w:val="0"/>
          <w:numId w:val="0"/>
        </w:numPr>
        <w:rPr>
          <w:b w:val="0"/>
          <w:i/>
        </w:rPr>
      </w:pPr>
      <w:r>
        <w:rPr>
          <w:b w:val="0"/>
          <w:i/>
        </w:rPr>
        <w:t>I</w:t>
      </w:r>
      <w:r w:rsidR="00F35DBE" w:rsidRPr="005E3B57">
        <w:rPr>
          <w:b w:val="0"/>
          <w:i/>
        </w:rPr>
        <w:t>MSc feladatok:</w:t>
      </w:r>
    </w:p>
    <w:p w:rsidR="00F35DBE" w:rsidRDefault="00F35DBE" w:rsidP="00F35DBE">
      <w:pPr>
        <w:pStyle w:val="LABFeladatcim"/>
        <w:keepNext w:val="0"/>
        <w:tabs>
          <w:tab w:val="clear" w:pos="357"/>
          <w:tab w:val="num" w:pos="0"/>
        </w:tabs>
        <w:ind w:left="0" w:hanging="360"/>
      </w:pPr>
      <w:r>
        <w:t>Nem egész számú periódus mintavételezéséből származó hiba számítása</w:t>
      </w:r>
    </w:p>
    <w:tbl>
      <w:tblPr>
        <w:tblW w:w="834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09229C" w:rsidTr="00D624FB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09229C" w:rsidRPr="007F51B5" w:rsidRDefault="0009229C" w:rsidP="0009229C">
            <w:pPr>
              <w:pStyle w:val="LABFeladatcim"/>
              <w:numPr>
                <w:ilvl w:val="0"/>
                <w:numId w:val="0"/>
              </w:numPr>
            </w:pPr>
          </w:p>
        </w:tc>
      </w:tr>
    </w:tbl>
    <w:p w:rsidR="0009229C" w:rsidRDefault="0009229C" w:rsidP="0009229C">
      <w:pPr>
        <w:pStyle w:val="LABFeladatcim"/>
        <w:keepNext w:val="0"/>
        <w:numPr>
          <w:ilvl w:val="0"/>
          <w:numId w:val="0"/>
        </w:numPr>
      </w:pPr>
    </w:p>
    <w:p w:rsidR="00F35DBE" w:rsidRDefault="00F35DBE" w:rsidP="00F35DBE">
      <w:pPr>
        <w:pStyle w:val="LABFeladatcim"/>
        <w:keepNext w:val="0"/>
        <w:tabs>
          <w:tab w:val="clear" w:pos="357"/>
          <w:tab w:val="num" w:pos="0"/>
        </w:tabs>
        <w:ind w:left="0" w:hanging="360"/>
      </w:pPr>
      <w:r>
        <w:t>Három voltmérős módszer alkalmazása</w:t>
      </w:r>
    </w:p>
    <w:tbl>
      <w:tblPr>
        <w:tblW w:w="8348" w:type="dxa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8348"/>
      </w:tblGrid>
      <w:tr w:rsidR="00A54D59" w:rsidTr="00EA3779">
        <w:tc>
          <w:tcPr>
            <w:tcW w:w="8348" w:type="dxa"/>
            <w:tcBorders>
              <w:top w:val="single" w:sz="18" w:space="0" w:color="000080"/>
              <w:bottom w:val="single" w:sz="18" w:space="0" w:color="000080"/>
            </w:tcBorders>
          </w:tcPr>
          <w:p w:rsidR="00A54D59" w:rsidRPr="007F51B5" w:rsidRDefault="00A54D59" w:rsidP="005E61A6">
            <w:pPr>
              <w:pStyle w:val="LABFeladatcim"/>
              <w:numPr>
                <w:ilvl w:val="0"/>
                <w:numId w:val="0"/>
              </w:numPr>
              <w:ind w:left="7" w:hanging="7"/>
            </w:pPr>
          </w:p>
        </w:tc>
      </w:tr>
    </w:tbl>
    <w:p w:rsidR="00B34883" w:rsidRDefault="00B34883" w:rsidP="00F17822">
      <w:pPr>
        <w:pStyle w:val="LABFeladatcim"/>
        <w:keepNext w:val="0"/>
        <w:numPr>
          <w:ilvl w:val="0"/>
          <w:numId w:val="0"/>
        </w:numPr>
      </w:pPr>
    </w:p>
    <w:sectPr w:rsidR="00B34883" w:rsidSect="00401788">
      <w:footerReference w:type="even" r:id="rId7"/>
      <w:footerReference w:type="default" r:id="rId8"/>
      <w:footerReference w:type="first" r:id="rId9"/>
      <w:type w:val="oddPage"/>
      <w:pgSz w:w="11894" w:h="16834" w:code="9"/>
      <w:pgMar w:top="1701" w:right="1701" w:bottom="1418" w:left="1418" w:header="708" w:footer="708" w:gutter="5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3EC" w:rsidRDefault="009F33EC" w:rsidP="000620B1">
      <w:pPr>
        <w:pStyle w:val="TOC2"/>
      </w:pPr>
      <w:r>
        <w:separator/>
      </w:r>
    </w:p>
  </w:endnote>
  <w:endnote w:type="continuationSeparator" w:id="0">
    <w:p w:rsidR="009F33EC" w:rsidRDefault="009F33EC" w:rsidP="000620B1">
      <w:pPr>
        <w:pStyle w:val="TOC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779" w:rsidRDefault="004139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A37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2FE8">
      <w:rPr>
        <w:rStyle w:val="PageNumber"/>
        <w:noProof/>
      </w:rPr>
      <w:t>2</w:t>
    </w:r>
    <w:r>
      <w:rPr>
        <w:rStyle w:val="PageNumber"/>
      </w:rPr>
      <w:fldChar w:fldCharType="end"/>
    </w:r>
  </w:p>
  <w:p w:rsidR="00EA3779" w:rsidRDefault="00EA3779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779" w:rsidRDefault="004139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A37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82FE8">
      <w:rPr>
        <w:rStyle w:val="PageNumber"/>
        <w:noProof/>
      </w:rPr>
      <w:t>1</w:t>
    </w:r>
    <w:r>
      <w:rPr>
        <w:rStyle w:val="PageNumber"/>
      </w:rPr>
      <w:fldChar w:fldCharType="end"/>
    </w:r>
  </w:p>
  <w:p w:rsidR="00EA3779" w:rsidRDefault="00EA3779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779" w:rsidRDefault="0041396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A37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3779">
      <w:rPr>
        <w:rStyle w:val="PageNumber"/>
        <w:noProof/>
      </w:rPr>
      <w:t>1</w:t>
    </w:r>
    <w:r>
      <w:rPr>
        <w:rStyle w:val="PageNumber"/>
      </w:rPr>
      <w:fldChar w:fldCharType="end"/>
    </w:r>
  </w:p>
  <w:p w:rsidR="00EA3779" w:rsidRDefault="00EA3779">
    <w:pPr>
      <w:pStyle w:val="Footer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3EC" w:rsidRDefault="009F33EC" w:rsidP="000620B1">
      <w:pPr>
        <w:pStyle w:val="TOC2"/>
      </w:pPr>
      <w:r>
        <w:separator/>
      </w:r>
    </w:p>
  </w:footnote>
  <w:footnote w:type="continuationSeparator" w:id="0">
    <w:p w:rsidR="009F33EC" w:rsidRDefault="009F33EC" w:rsidP="000620B1">
      <w:pPr>
        <w:pStyle w:val="TOC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4E742E8"/>
    <w:multiLevelType w:val="hybridMultilevel"/>
    <w:tmpl w:val="127C9456"/>
    <w:lvl w:ilvl="0" w:tplc="72BC0040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2" w15:restartNumberingAfterBreak="0">
    <w:nsid w:val="07F0214A"/>
    <w:multiLevelType w:val="hybridMultilevel"/>
    <w:tmpl w:val="A14C7F54"/>
    <w:lvl w:ilvl="0" w:tplc="2CDA09F4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1C75BDE"/>
    <w:multiLevelType w:val="multilevel"/>
    <w:tmpl w:val="D952CE82"/>
    <w:name w:val="felkeszul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3592681B"/>
    <w:multiLevelType w:val="hybridMultilevel"/>
    <w:tmpl w:val="1E12E22E"/>
    <w:lvl w:ilvl="0" w:tplc="040E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7" w15:restartNumberingAfterBreak="0">
    <w:nsid w:val="37254633"/>
    <w:multiLevelType w:val="multilevel"/>
    <w:tmpl w:val="7C60F51E"/>
    <w:name w:val="tes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8" w15:restartNumberingAfterBreak="0">
    <w:nsid w:val="376B3755"/>
    <w:multiLevelType w:val="multilevel"/>
    <w:tmpl w:val="9FFC1C68"/>
    <w:name w:val="felkeszul2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  <w:b/>
        <w:i w:val="0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3F415D7B"/>
    <w:multiLevelType w:val="multilevel"/>
    <w:tmpl w:val="93FCC4AE"/>
    <w:name w:val="te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0" w15:restartNumberingAfterBreak="0">
    <w:nsid w:val="3FEC7EB3"/>
    <w:multiLevelType w:val="multilevel"/>
    <w:tmpl w:val="1FF662EC"/>
    <w:name w:val="szak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44860508"/>
    <w:multiLevelType w:val="hybridMultilevel"/>
    <w:tmpl w:val="80E41E7A"/>
    <w:lvl w:ilvl="0" w:tplc="4C56DB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86066"/>
    <w:multiLevelType w:val="multilevel"/>
    <w:tmpl w:val="C2F4B342"/>
    <w:name w:val="teszt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/>
      </w:pPr>
      <w:rPr>
        <w:rFonts w:cs="Times New Roman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/>
      </w:pPr>
      <w:rPr>
        <w:rFonts w:cs="Times New Roman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/>
      </w:pPr>
      <w:rPr>
        <w:rFonts w:cs="Times New Roman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/>
      </w:pPr>
      <w:rPr>
        <w:rFonts w:cs="Times New Roman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/>
      </w:pPr>
      <w:rPr>
        <w:rFonts w:cs="Times New Roman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/>
      </w:pPr>
      <w:rPr>
        <w:rFonts w:cs="Times New Roman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4" w15:restartNumberingAfterBreak="0">
    <w:nsid w:val="546E43A1"/>
    <w:multiLevelType w:val="hybridMultilevel"/>
    <w:tmpl w:val="8BAE2A8A"/>
    <w:lvl w:ilvl="0" w:tplc="040E0017">
      <w:start w:val="1"/>
      <w:numFmt w:val="lowerLetter"/>
      <w:lvlText w:val="%1)"/>
      <w:lvlJc w:val="left"/>
      <w:pPr>
        <w:ind w:left="1077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 w15:restartNumberingAfterBreak="0">
    <w:nsid w:val="5C5A242C"/>
    <w:multiLevelType w:val="hybridMultilevel"/>
    <w:tmpl w:val="CF2A33D0"/>
    <w:lvl w:ilvl="0" w:tplc="810E5C7E">
      <w:start w:val="1"/>
      <w:numFmt w:val="lowerLetter"/>
      <w:lvlText w:val="%1)"/>
      <w:lvlJc w:val="left"/>
      <w:pPr>
        <w:ind w:left="1077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7E51486"/>
    <w:multiLevelType w:val="multilevel"/>
    <w:tmpl w:val="96082DBC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pStyle w:val="LABFeladatutasitas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 w15:restartNumberingAfterBreak="0">
    <w:nsid w:val="6A255EA9"/>
    <w:multiLevelType w:val="hybridMultilevel"/>
    <w:tmpl w:val="9B3A7C44"/>
    <w:lvl w:ilvl="0" w:tplc="4C56DB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7BBD4C37"/>
    <w:multiLevelType w:val="multilevel"/>
    <w:tmpl w:val="C256E2A6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16"/>
  </w:num>
  <w:num w:numId="5">
    <w:abstractNumId w:val="11"/>
  </w:num>
  <w:num w:numId="6">
    <w:abstractNumId w:val="4"/>
  </w:num>
  <w:num w:numId="7">
    <w:abstractNumId w:val="13"/>
  </w:num>
  <w:num w:numId="8">
    <w:abstractNumId w:val="8"/>
  </w:num>
  <w:num w:numId="9">
    <w:abstractNumId w:val="3"/>
  </w:num>
  <w:num w:numId="10">
    <w:abstractNumId w:val="19"/>
  </w:num>
  <w:num w:numId="11">
    <w:abstractNumId w:val="21"/>
  </w:num>
  <w:num w:numId="12">
    <w:abstractNumId w:val="14"/>
  </w:num>
  <w:num w:numId="13">
    <w:abstractNumId w:val="1"/>
  </w:num>
  <w:num w:numId="14">
    <w:abstractNumId w:val="15"/>
  </w:num>
  <w:num w:numId="15">
    <w:abstractNumId w:val="6"/>
  </w:num>
  <w:num w:numId="16">
    <w:abstractNumId w:val="2"/>
  </w:num>
  <w:num w:numId="17">
    <w:abstractNumId w:val="1"/>
    <w:lvlOverride w:ilvl="0">
      <w:lvl w:ilvl="0" w:tplc="72BC0040">
        <w:start w:val="1"/>
        <w:numFmt w:val="lowerLetter"/>
        <w:lvlText w:val="%1)"/>
        <w:lvlJc w:val="left"/>
        <w:pPr>
          <w:ind w:left="1077" w:hanging="360"/>
        </w:pPr>
        <w:rPr>
          <w:rFonts w:cs="Times New Roman" w:hint="default"/>
        </w:rPr>
      </w:lvl>
    </w:lvlOverride>
    <w:lvlOverride w:ilvl="1">
      <w:lvl w:ilvl="1" w:tplc="040E0019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040E001B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E000F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E0019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E001B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E000F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E0019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E001B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8">
    <w:abstractNumId w:val="12"/>
  </w:num>
  <w:num w:numId="19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119"/>
    <w:rsid w:val="000008DD"/>
    <w:rsid w:val="00007F55"/>
    <w:rsid w:val="000230C4"/>
    <w:rsid w:val="000269DB"/>
    <w:rsid w:val="00040F7B"/>
    <w:rsid w:val="00052656"/>
    <w:rsid w:val="00056A4E"/>
    <w:rsid w:val="000620B1"/>
    <w:rsid w:val="00062117"/>
    <w:rsid w:val="00064865"/>
    <w:rsid w:val="0009229C"/>
    <w:rsid w:val="0009283B"/>
    <w:rsid w:val="000958CC"/>
    <w:rsid w:val="000A27EF"/>
    <w:rsid w:val="000C168F"/>
    <w:rsid w:val="000D64B6"/>
    <w:rsid w:val="000E6CBB"/>
    <w:rsid w:val="00111763"/>
    <w:rsid w:val="00123B72"/>
    <w:rsid w:val="00125007"/>
    <w:rsid w:val="001459DB"/>
    <w:rsid w:val="00146D3D"/>
    <w:rsid w:val="00153611"/>
    <w:rsid w:val="00163580"/>
    <w:rsid w:val="00187B4C"/>
    <w:rsid w:val="001A0CED"/>
    <w:rsid w:val="001C00B5"/>
    <w:rsid w:val="001C1D1F"/>
    <w:rsid w:val="001E2BD6"/>
    <w:rsid w:val="0020533B"/>
    <w:rsid w:val="00205782"/>
    <w:rsid w:val="002366BB"/>
    <w:rsid w:val="00242264"/>
    <w:rsid w:val="002508B9"/>
    <w:rsid w:val="00256D20"/>
    <w:rsid w:val="00263947"/>
    <w:rsid w:val="0027251E"/>
    <w:rsid w:val="00276254"/>
    <w:rsid w:val="00283302"/>
    <w:rsid w:val="00291BE1"/>
    <w:rsid w:val="002B4F52"/>
    <w:rsid w:val="002D59B7"/>
    <w:rsid w:val="002F6103"/>
    <w:rsid w:val="003177ED"/>
    <w:rsid w:val="0033594C"/>
    <w:rsid w:val="00360C8C"/>
    <w:rsid w:val="00383034"/>
    <w:rsid w:val="003C12AC"/>
    <w:rsid w:val="003E3328"/>
    <w:rsid w:val="003F2481"/>
    <w:rsid w:val="00401788"/>
    <w:rsid w:val="004042E6"/>
    <w:rsid w:val="00413963"/>
    <w:rsid w:val="0041461A"/>
    <w:rsid w:val="00450D86"/>
    <w:rsid w:val="00451F52"/>
    <w:rsid w:val="00465F3E"/>
    <w:rsid w:val="00475A95"/>
    <w:rsid w:val="00494E30"/>
    <w:rsid w:val="004978FB"/>
    <w:rsid w:val="004B3D50"/>
    <w:rsid w:val="004B611F"/>
    <w:rsid w:val="004E17AE"/>
    <w:rsid w:val="004E4079"/>
    <w:rsid w:val="004F5877"/>
    <w:rsid w:val="00501FC3"/>
    <w:rsid w:val="00512CCA"/>
    <w:rsid w:val="00513FFD"/>
    <w:rsid w:val="00515F21"/>
    <w:rsid w:val="00523221"/>
    <w:rsid w:val="005340E8"/>
    <w:rsid w:val="0055508A"/>
    <w:rsid w:val="005554A1"/>
    <w:rsid w:val="00582FE8"/>
    <w:rsid w:val="00590870"/>
    <w:rsid w:val="00596397"/>
    <w:rsid w:val="005C05C9"/>
    <w:rsid w:val="005D27CA"/>
    <w:rsid w:val="005D32FC"/>
    <w:rsid w:val="005D5D55"/>
    <w:rsid w:val="005D5DFE"/>
    <w:rsid w:val="005E2E75"/>
    <w:rsid w:val="005E61A6"/>
    <w:rsid w:val="00600AB3"/>
    <w:rsid w:val="00622F14"/>
    <w:rsid w:val="006A2F56"/>
    <w:rsid w:val="006B1458"/>
    <w:rsid w:val="006F42BB"/>
    <w:rsid w:val="00720730"/>
    <w:rsid w:val="00727303"/>
    <w:rsid w:val="00740D92"/>
    <w:rsid w:val="00746E01"/>
    <w:rsid w:val="007763A0"/>
    <w:rsid w:val="00777E28"/>
    <w:rsid w:val="00796CA3"/>
    <w:rsid w:val="007A4DF0"/>
    <w:rsid w:val="007A5077"/>
    <w:rsid w:val="007A7EF6"/>
    <w:rsid w:val="007C285E"/>
    <w:rsid w:val="007E2A2A"/>
    <w:rsid w:val="007E3D85"/>
    <w:rsid w:val="007F0B94"/>
    <w:rsid w:val="007F4647"/>
    <w:rsid w:val="007F51B5"/>
    <w:rsid w:val="007F7A25"/>
    <w:rsid w:val="00816895"/>
    <w:rsid w:val="0082048B"/>
    <w:rsid w:val="00821A37"/>
    <w:rsid w:val="0082304E"/>
    <w:rsid w:val="0083149E"/>
    <w:rsid w:val="0083395C"/>
    <w:rsid w:val="00835252"/>
    <w:rsid w:val="00845E94"/>
    <w:rsid w:val="00857E4A"/>
    <w:rsid w:val="00866DB0"/>
    <w:rsid w:val="00867F30"/>
    <w:rsid w:val="0087480F"/>
    <w:rsid w:val="008804A5"/>
    <w:rsid w:val="008944C0"/>
    <w:rsid w:val="008A0145"/>
    <w:rsid w:val="008A22D2"/>
    <w:rsid w:val="008B033B"/>
    <w:rsid w:val="008B6983"/>
    <w:rsid w:val="008C021A"/>
    <w:rsid w:val="008D11FC"/>
    <w:rsid w:val="008E7B36"/>
    <w:rsid w:val="00912318"/>
    <w:rsid w:val="00916D39"/>
    <w:rsid w:val="00921D74"/>
    <w:rsid w:val="00927C10"/>
    <w:rsid w:val="0093431F"/>
    <w:rsid w:val="009644D3"/>
    <w:rsid w:val="00971425"/>
    <w:rsid w:val="00971D27"/>
    <w:rsid w:val="009748C0"/>
    <w:rsid w:val="00986DF8"/>
    <w:rsid w:val="009A5802"/>
    <w:rsid w:val="009B1119"/>
    <w:rsid w:val="009B683C"/>
    <w:rsid w:val="009C42AD"/>
    <w:rsid w:val="009D4359"/>
    <w:rsid w:val="009F10B6"/>
    <w:rsid w:val="009F33EC"/>
    <w:rsid w:val="009F6B75"/>
    <w:rsid w:val="00A12919"/>
    <w:rsid w:val="00A54D59"/>
    <w:rsid w:val="00A70F89"/>
    <w:rsid w:val="00A86DD3"/>
    <w:rsid w:val="00A9797C"/>
    <w:rsid w:val="00A97A7C"/>
    <w:rsid w:val="00AA142E"/>
    <w:rsid w:val="00AA2CCD"/>
    <w:rsid w:val="00AB3815"/>
    <w:rsid w:val="00AE79BE"/>
    <w:rsid w:val="00AF4914"/>
    <w:rsid w:val="00B1664D"/>
    <w:rsid w:val="00B16B69"/>
    <w:rsid w:val="00B34883"/>
    <w:rsid w:val="00B4452C"/>
    <w:rsid w:val="00B84752"/>
    <w:rsid w:val="00B93BC5"/>
    <w:rsid w:val="00B93F1B"/>
    <w:rsid w:val="00BA0857"/>
    <w:rsid w:val="00BA6C8B"/>
    <w:rsid w:val="00BE18DF"/>
    <w:rsid w:val="00BF7241"/>
    <w:rsid w:val="00C00236"/>
    <w:rsid w:val="00C05F06"/>
    <w:rsid w:val="00C23937"/>
    <w:rsid w:val="00C24DCE"/>
    <w:rsid w:val="00C431B6"/>
    <w:rsid w:val="00C504BB"/>
    <w:rsid w:val="00C515A3"/>
    <w:rsid w:val="00C51AB9"/>
    <w:rsid w:val="00C57AB1"/>
    <w:rsid w:val="00C634DC"/>
    <w:rsid w:val="00C63633"/>
    <w:rsid w:val="00C73D67"/>
    <w:rsid w:val="00C86FC6"/>
    <w:rsid w:val="00C916EE"/>
    <w:rsid w:val="00C94420"/>
    <w:rsid w:val="00CC0A6A"/>
    <w:rsid w:val="00CC748B"/>
    <w:rsid w:val="00CD2719"/>
    <w:rsid w:val="00D05BF3"/>
    <w:rsid w:val="00D22321"/>
    <w:rsid w:val="00D25B6D"/>
    <w:rsid w:val="00D374CA"/>
    <w:rsid w:val="00D6163C"/>
    <w:rsid w:val="00D722B7"/>
    <w:rsid w:val="00D72FF6"/>
    <w:rsid w:val="00D92FD8"/>
    <w:rsid w:val="00DE0F3A"/>
    <w:rsid w:val="00DE5DFE"/>
    <w:rsid w:val="00DF16EE"/>
    <w:rsid w:val="00E01852"/>
    <w:rsid w:val="00E076DC"/>
    <w:rsid w:val="00E120FE"/>
    <w:rsid w:val="00E20A54"/>
    <w:rsid w:val="00E32C4E"/>
    <w:rsid w:val="00E3333D"/>
    <w:rsid w:val="00E3512C"/>
    <w:rsid w:val="00E40E9D"/>
    <w:rsid w:val="00E43E52"/>
    <w:rsid w:val="00E50718"/>
    <w:rsid w:val="00E72DDC"/>
    <w:rsid w:val="00E80738"/>
    <w:rsid w:val="00E82EA5"/>
    <w:rsid w:val="00EA3779"/>
    <w:rsid w:val="00EA63F2"/>
    <w:rsid w:val="00EB4564"/>
    <w:rsid w:val="00ED3CCC"/>
    <w:rsid w:val="00ED76BB"/>
    <w:rsid w:val="00EE6E9B"/>
    <w:rsid w:val="00F17822"/>
    <w:rsid w:val="00F259F6"/>
    <w:rsid w:val="00F35DBE"/>
    <w:rsid w:val="00F5041A"/>
    <w:rsid w:val="00F54338"/>
    <w:rsid w:val="00F6172B"/>
    <w:rsid w:val="00F640DE"/>
    <w:rsid w:val="00F810E8"/>
    <w:rsid w:val="00F83E75"/>
    <w:rsid w:val="00F90193"/>
    <w:rsid w:val="00FC2524"/>
    <w:rsid w:val="00FE0881"/>
    <w:rsid w:val="00F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84DC7C9-0113-459E-B3AE-64E0BCF4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7C10"/>
    <w:pPr>
      <w:spacing w:before="120"/>
      <w:jc w:val="both"/>
    </w:pPr>
    <w:rPr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1788"/>
    <w:pPr>
      <w:spacing w:before="240" w:after="48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1788"/>
    <w:pPr>
      <w:keepNext/>
      <w:keepLines/>
      <w:numPr>
        <w:ilvl w:val="1"/>
        <w:numId w:val="7"/>
      </w:numPr>
      <w:spacing w:before="480" w:after="120"/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01788"/>
    <w:pPr>
      <w:keepNext/>
      <w:keepLines/>
      <w:numPr>
        <w:ilvl w:val="2"/>
        <w:numId w:val="7"/>
      </w:numPr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01788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01788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1788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01788"/>
    <w:pPr>
      <w:numPr>
        <w:ilvl w:val="6"/>
        <w:numId w:val="7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01788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01788"/>
    <w:pPr>
      <w:numPr>
        <w:ilvl w:val="8"/>
        <w:numId w:val="7"/>
      </w:numPr>
      <w:spacing w:before="240" w:after="60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13963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13963"/>
    <w:rPr>
      <w:rFonts w:ascii="Cambria" w:hAnsi="Cambria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13963"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13963"/>
    <w:rPr>
      <w:rFonts w:ascii="Calibri" w:hAnsi="Calibri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13963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13963"/>
    <w:rPr>
      <w:rFonts w:ascii="Calibri" w:hAnsi="Calibri"/>
      <w:b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13963"/>
    <w:rPr>
      <w:rFonts w:ascii="Calibri" w:hAnsi="Calibri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13963"/>
    <w:rPr>
      <w:rFonts w:ascii="Calibri" w:hAnsi="Calibri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13963"/>
    <w:rPr>
      <w:rFonts w:ascii="Cambria" w:hAnsi="Cambria"/>
    </w:rPr>
  </w:style>
  <w:style w:type="paragraph" w:customStyle="1" w:styleId="LABAbracim">
    <w:name w:val="LAB Abra cim"/>
    <w:basedOn w:val="LABNormal"/>
    <w:next w:val="LABNormal"/>
    <w:uiPriority w:val="99"/>
    <w:rsid w:val="00401788"/>
    <w:pPr>
      <w:spacing w:after="480"/>
      <w:jc w:val="center"/>
    </w:pPr>
  </w:style>
  <w:style w:type="paragraph" w:customStyle="1" w:styleId="LABNormal">
    <w:name w:val="LAB Normal"/>
    <w:uiPriority w:val="99"/>
    <w:rsid w:val="00401788"/>
    <w:pPr>
      <w:spacing w:before="120"/>
      <w:jc w:val="both"/>
    </w:pPr>
    <w:rPr>
      <w:szCs w:val="20"/>
      <w:lang w:eastAsia="en-US"/>
    </w:rPr>
  </w:style>
  <w:style w:type="paragraph" w:customStyle="1" w:styleId="LABAbramaga">
    <w:name w:val="LAB Abra maga"/>
    <w:basedOn w:val="LABNormal"/>
    <w:next w:val="LABAbracim"/>
    <w:uiPriority w:val="99"/>
    <w:rsid w:val="00401788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Normal"/>
    <w:uiPriority w:val="99"/>
    <w:rsid w:val="00401788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Feladatal-utasitas">
    <w:name w:val="LAB Feladat_al-utasitas"/>
    <w:basedOn w:val="LABNormal"/>
    <w:rsid w:val="00401788"/>
    <w:pPr>
      <w:numPr>
        <w:ilvl w:val="2"/>
        <w:numId w:val="2"/>
      </w:numPr>
      <w:tabs>
        <w:tab w:val="left" w:pos="1406"/>
      </w:tabs>
      <w:ind w:left="1418" w:hanging="698"/>
    </w:pPr>
    <w:rPr>
      <w:rFonts w:ascii="Arial" w:hAnsi="Arial"/>
      <w:sz w:val="21"/>
    </w:rPr>
  </w:style>
  <w:style w:type="paragraph" w:customStyle="1" w:styleId="LABFeladatcim">
    <w:name w:val="LAB Feladat_cim"/>
    <w:basedOn w:val="LABNormal"/>
    <w:rsid w:val="00401788"/>
    <w:pPr>
      <w:keepNext/>
      <w:keepLines/>
      <w:numPr>
        <w:numId w:val="2"/>
      </w:numPr>
      <w:spacing w:before="240"/>
    </w:pPr>
    <w:rPr>
      <w:b/>
      <w:sz w:val="24"/>
    </w:rPr>
  </w:style>
  <w:style w:type="paragraph" w:customStyle="1" w:styleId="LABFeladatmagyarazat">
    <w:name w:val="LAB Feladat_magyarazat"/>
    <w:basedOn w:val="LABNormal"/>
    <w:uiPriority w:val="99"/>
    <w:rsid w:val="00401788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rsid w:val="00401788"/>
    <w:pPr>
      <w:numPr>
        <w:ilvl w:val="1"/>
        <w:numId w:val="2"/>
      </w:numPr>
      <w:tabs>
        <w:tab w:val="left" w:pos="788"/>
      </w:tabs>
    </w:pPr>
    <w:rPr>
      <w:rFonts w:ascii="Arial" w:hAnsi="Arial"/>
      <w:sz w:val="21"/>
    </w:rPr>
  </w:style>
  <w:style w:type="paragraph" w:customStyle="1" w:styleId="LABHivatkozas">
    <w:name w:val="LAB Hivatkozas"/>
    <w:basedOn w:val="LABNormal"/>
    <w:uiPriority w:val="99"/>
    <w:rsid w:val="00401788"/>
    <w:pPr>
      <w:tabs>
        <w:tab w:val="left" w:pos="567"/>
      </w:tabs>
      <w:ind w:left="567" w:hanging="567"/>
    </w:pPr>
  </w:style>
  <w:style w:type="paragraph" w:customStyle="1" w:styleId="LABHivatkozasalfejezet">
    <w:name w:val="LAB Hivatkozas alfejezet"/>
    <w:basedOn w:val="LABNormal"/>
    <w:uiPriority w:val="99"/>
    <w:rsid w:val="00401788"/>
    <w:pPr>
      <w:spacing w:before="60"/>
      <w:ind w:left="993"/>
    </w:pPr>
  </w:style>
  <w:style w:type="paragraph" w:customStyle="1" w:styleId="LABListapotty1">
    <w:name w:val="LAB Lista potty 1"/>
    <w:basedOn w:val="LABNormal"/>
    <w:uiPriority w:val="99"/>
    <w:rsid w:val="00401788"/>
  </w:style>
  <w:style w:type="paragraph" w:customStyle="1" w:styleId="LABListasorsz1">
    <w:name w:val="LAB Lista sorsz 1"/>
    <w:basedOn w:val="LABNormal"/>
    <w:uiPriority w:val="99"/>
    <w:rsid w:val="00401788"/>
    <w:pPr>
      <w:numPr>
        <w:numId w:val="3"/>
      </w:numPr>
    </w:pPr>
  </w:style>
  <w:style w:type="paragraph" w:customStyle="1" w:styleId="LABListavonas2">
    <w:name w:val="LAB Lista vonas 2"/>
    <w:basedOn w:val="LABNormal"/>
    <w:uiPriority w:val="99"/>
    <w:rsid w:val="00401788"/>
    <w:pPr>
      <w:numPr>
        <w:numId w:val="10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uiPriority w:val="99"/>
    <w:rsid w:val="00401788"/>
    <w:pPr>
      <w:jc w:val="left"/>
    </w:pPr>
  </w:style>
  <w:style w:type="paragraph" w:customStyle="1" w:styleId="LABTesztkerdes">
    <w:name w:val="LAB Tesztkerdes"/>
    <w:basedOn w:val="LABNormal"/>
    <w:uiPriority w:val="99"/>
    <w:rsid w:val="00401788"/>
    <w:pPr>
      <w:numPr>
        <w:numId w:val="1"/>
      </w:numPr>
    </w:pPr>
  </w:style>
  <w:style w:type="paragraph" w:styleId="Title">
    <w:name w:val="Title"/>
    <w:basedOn w:val="Normal"/>
    <w:next w:val="Normal"/>
    <w:link w:val="TitleChar"/>
    <w:uiPriority w:val="99"/>
    <w:qFormat/>
    <w:rsid w:val="00401788"/>
    <w:pPr>
      <w:spacing w:after="24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13963"/>
    <w:rPr>
      <w:rFonts w:ascii="Cambria" w:hAnsi="Cambria"/>
      <w:b/>
      <w:kern w:val="28"/>
      <w:sz w:val="32"/>
    </w:rPr>
  </w:style>
  <w:style w:type="paragraph" w:styleId="TOC1">
    <w:name w:val="toc 1"/>
    <w:aliases w:val="LAB TOC 1"/>
    <w:basedOn w:val="Normal"/>
    <w:next w:val="Normal"/>
    <w:autoRedefine/>
    <w:uiPriority w:val="99"/>
    <w:semiHidden/>
    <w:rsid w:val="00401788"/>
  </w:style>
  <w:style w:type="paragraph" w:styleId="TOC2">
    <w:name w:val="toc 2"/>
    <w:aliases w:val="LAB TOC 2"/>
    <w:basedOn w:val="Normal"/>
    <w:next w:val="Normal"/>
    <w:autoRedefine/>
    <w:uiPriority w:val="99"/>
    <w:semiHidden/>
    <w:rsid w:val="00401788"/>
    <w:pPr>
      <w:ind w:left="220"/>
    </w:pPr>
  </w:style>
  <w:style w:type="paragraph" w:styleId="TOC9">
    <w:name w:val="toc 9"/>
    <w:basedOn w:val="Normal"/>
    <w:next w:val="Normal"/>
    <w:autoRedefine/>
    <w:uiPriority w:val="99"/>
    <w:semiHidden/>
    <w:rsid w:val="00401788"/>
    <w:pPr>
      <w:ind w:left="1760"/>
    </w:pPr>
  </w:style>
  <w:style w:type="paragraph" w:customStyle="1" w:styleId="LABMerescime">
    <w:name w:val="LAB Meres cime"/>
    <w:basedOn w:val="LABNormal"/>
    <w:next w:val="LABNagybekezdescim"/>
    <w:uiPriority w:val="99"/>
    <w:rsid w:val="00401788"/>
    <w:pPr>
      <w:keepNext/>
      <w:keepLines/>
      <w:suppressAutoHyphens/>
      <w:spacing w:before="240" w:after="480"/>
      <w:jc w:val="center"/>
      <w:outlineLvl w:val="0"/>
    </w:pPr>
    <w:rPr>
      <w:b/>
      <w:sz w:val="40"/>
    </w:rPr>
  </w:style>
  <w:style w:type="paragraph" w:customStyle="1" w:styleId="LABNagybekezdescim">
    <w:name w:val="LAB Nagybekezdes cim"/>
    <w:basedOn w:val="LABNormal"/>
    <w:next w:val="LABNormal"/>
    <w:uiPriority w:val="99"/>
    <w:rsid w:val="00401788"/>
    <w:pPr>
      <w:keepNext/>
      <w:keepLines/>
      <w:suppressAutoHyphens/>
      <w:spacing w:before="480" w:after="120"/>
      <w:ind w:left="-425"/>
    </w:pPr>
    <w:rPr>
      <w:b/>
      <w:sz w:val="28"/>
    </w:rPr>
  </w:style>
  <w:style w:type="paragraph" w:customStyle="1" w:styleId="LABMeressorszama">
    <w:name w:val="LAB Meres sorszama"/>
    <w:basedOn w:val="LABNormal"/>
    <w:uiPriority w:val="99"/>
    <w:rsid w:val="00401788"/>
    <w:pPr>
      <w:keepNext/>
      <w:keepLines/>
      <w:spacing w:after="240"/>
      <w:jc w:val="center"/>
      <w:outlineLvl w:val="0"/>
    </w:pPr>
    <w:rPr>
      <w:b/>
      <w:sz w:val="32"/>
    </w:rPr>
  </w:style>
  <w:style w:type="paragraph" w:customStyle="1" w:styleId="LABAlbekezdescim">
    <w:name w:val="LAB Albekezdes cim"/>
    <w:basedOn w:val="LABNormal"/>
    <w:next w:val="LABNormal"/>
    <w:uiPriority w:val="99"/>
    <w:rsid w:val="00401788"/>
    <w:pPr>
      <w:keepNext/>
      <w:keepLines/>
    </w:pPr>
    <w:rPr>
      <w:b/>
    </w:rPr>
  </w:style>
  <w:style w:type="character" w:customStyle="1" w:styleId="LABkiemeles">
    <w:name w:val="LAB kiemeles"/>
    <w:uiPriority w:val="99"/>
    <w:rsid w:val="00401788"/>
    <w:rPr>
      <w:i/>
    </w:rPr>
  </w:style>
  <w:style w:type="paragraph" w:styleId="Header">
    <w:name w:val="header"/>
    <w:basedOn w:val="Normal"/>
    <w:link w:val="HeaderChar"/>
    <w:uiPriority w:val="99"/>
    <w:rsid w:val="00401788"/>
    <w:pPr>
      <w:tabs>
        <w:tab w:val="center" w:pos="4153"/>
        <w:tab w:val="right" w:pos="8306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13963"/>
    <w:rPr>
      <w:sz w:val="20"/>
    </w:rPr>
  </w:style>
  <w:style w:type="character" w:customStyle="1" w:styleId="LABmatsubscipt">
    <w:name w:val="LAB mat subscipt"/>
    <w:uiPriority w:val="99"/>
    <w:rsid w:val="00401788"/>
    <w:rPr>
      <w:i/>
      <w:vertAlign w:val="subscript"/>
    </w:rPr>
  </w:style>
  <w:style w:type="character" w:customStyle="1" w:styleId="LABmat">
    <w:name w:val="LAB mat"/>
    <w:uiPriority w:val="99"/>
    <w:rsid w:val="00401788"/>
    <w:rPr>
      <w:i/>
    </w:rPr>
  </w:style>
  <w:style w:type="paragraph" w:customStyle="1" w:styleId="LABLabresz">
    <w:name w:val="LAB Labresz"/>
    <w:basedOn w:val="LABNormal"/>
    <w:uiPriority w:val="99"/>
    <w:rsid w:val="00401788"/>
    <w:pPr>
      <w:tabs>
        <w:tab w:val="center" w:pos="4111"/>
        <w:tab w:val="right" w:pos="8222"/>
      </w:tabs>
    </w:pPr>
    <w:rPr>
      <w:sz w:val="18"/>
    </w:rPr>
  </w:style>
  <w:style w:type="paragraph" w:customStyle="1" w:styleId="LABFejresz">
    <w:name w:val="LAB Fejresz"/>
    <w:basedOn w:val="LABNormal"/>
    <w:uiPriority w:val="99"/>
    <w:rsid w:val="00401788"/>
    <w:pPr>
      <w:tabs>
        <w:tab w:val="center" w:pos="4111"/>
        <w:tab w:val="right" w:pos="8222"/>
      </w:tabs>
    </w:pPr>
  </w:style>
  <w:style w:type="character" w:customStyle="1" w:styleId="LABfeher">
    <w:name w:val="LAB feher"/>
    <w:uiPriority w:val="99"/>
    <w:rsid w:val="00401788"/>
    <w:rPr>
      <w:color w:val="FFFFFF"/>
    </w:rPr>
  </w:style>
  <w:style w:type="paragraph" w:customStyle="1" w:styleId="LAB2Normal">
    <w:name w:val="LAB2 Normal"/>
    <w:uiPriority w:val="99"/>
    <w:rsid w:val="00401788"/>
    <w:pPr>
      <w:spacing w:before="120"/>
      <w:jc w:val="both"/>
    </w:pPr>
    <w:rPr>
      <w:szCs w:val="20"/>
      <w:lang w:eastAsia="en-US"/>
    </w:rPr>
  </w:style>
  <w:style w:type="paragraph" w:customStyle="1" w:styleId="LABListasorsz2">
    <w:name w:val="LAB Lista sorsz 2"/>
    <w:basedOn w:val="LABListasorsz1"/>
    <w:uiPriority w:val="99"/>
    <w:rsid w:val="00401788"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uiPriority w:val="99"/>
    <w:rsid w:val="00401788"/>
    <w:rPr>
      <w:i/>
      <w:smallCaps/>
      <w:vertAlign w:val="subscript"/>
    </w:rPr>
  </w:style>
  <w:style w:type="paragraph" w:customStyle="1" w:styleId="LAB2BME">
    <w:name w:val="LAB2 BME"/>
    <w:basedOn w:val="LAB2Normal"/>
    <w:uiPriority w:val="99"/>
    <w:rsid w:val="00401788"/>
    <w:pPr>
      <w:jc w:val="center"/>
    </w:pPr>
    <w:rPr>
      <w:sz w:val="24"/>
    </w:rPr>
  </w:style>
  <w:style w:type="paragraph" w:customStyle="1" w:styleId="LAB2Kiado">
    <w:name w:val="LAB2 Kiado"/>
    <w:basedOn w:val="LAB2Normal"/>
    <w:uiPriority w:val="99"/>
    <w:rsid w:val="00401788"/>
    <w:pPr>
      <w:jc w:val="center"/>
    </w:pPr>
    <w:rPr>
      <w:sz w:val="24"/>
    </w:rPr>
  </w:style>
  <w:style w:type="paragraph" w:customStyle="1" w:styleId="LAB2Kiadoeleterkoz">
    <w:name w:val="LAB2 Kiado ele terkoz"/>
    <w:basedOn w:val="LAB2Normal"/>
    <w:next w:val="LAB2Kiado"/>
    <w:uiPriority w:val="99"/>
    <w:rsid w:val="00401788"/>
    <w:pPr>
      <w:spacing w:before="9600"/>
      <w:jc w:val="center"/>
    </w:pPr>
    <w:rPr>
      <w:sz w:val="24"/>
    </w:rPr>
  </w:style>
  <w:style w:type="paragraph" w:customStyle="1" w:styleId="LAB2Logo">
    <w:name w:val="LAB2 Logo"/>
    <w:basedOn w:val="LAB2Normal"/>
    <w:uiPriority w:val="99"/>
    <w:rsid w:val="00401788"/>
    <w:pPr>
      <w:spacing w:before="5120"/>
      <w:jc w:val="center"/>
    </w:pPr>
    <w:rPr>
      <w:sz w:val="80"/>
    </w:rPr>
  </w:style>
  <w:style w:type="paragraph" w:customStyle="1" w:styleId="LAB2Segedletcim1sora">
    <w:name w:val="LAB2 Segedlet cim 1sora"/>
    <w:basedOn w:val="LAB2Normal"/>
    <w:next w:val="LAB2Segedletcim2sora"/>
    <w:uiPriority w:val="99"/>
    <w:rsid w:val="00401788"/>
    <w:pPr>
      <w:spacing w:before="2880"/>
      <w:jc w:val="center"/>
    </w:pPr>
    <w:rPr>
      <w:sz w:val="40"/>
      <w:lang w:val="en-US"/>
    </w:rPr>
  </w:style>
  <w:style w:type="paragraph" w:customStyle="1" w:styleId="LAB2Segedletcim2sora">
    <w:name w:val="LAB2 Segedlet cim 2sora"/>
    <w:basedOn w:val="LAB2Normal"/>
    <w:uiPriority w:val="99"/>
    <w:rsid w:val="00401788"/>
    <w:pPr>
      <w:spacing w:before="240" w:after="1280"/>
      <w:jc w:val="center"/>
    </w:pPr>
    <w:rPr>
      <w:sz w:val="40"/>
    </w:rPr>
  </w:style>
  <w:style w:type="paragraph" w:customStyle="1" w:styleId="LAB2Targycime">
    <w:name w:val="LAB2 Targy cime"/>
    <w:basedOn w:val="LAB2Normal"/>
    <w:uiPriority w:val="99"/>
    <w:rsid w:val="00401788"/>
    <w:pPr>
      <w:spacing w:before="1920"/>
      <w:jc w:val="center"/>
    </w:pPr>
    <w:rPr>
      <w:sz w:val="24"/>
    </w:rPr>
  </w:style>
  <w:style w:type="paragraph" w:customStyle="1" w:styleId="LAB2Tartalomjegyzek">
    <w:name w:val="LAB2 Tartalomjegyzek"/>
    <w:basedOn w:val="LAB2Normal"/>
    <w:uiPriority w:val="99"/>
    <w:rsid w:val="00401788"/>
    <w:pPr>
      <w:spacing w:before="1920" w:after="240"/>
      <w:jc w:val="center"/>
    </w:pPr>
    <w:rPr>
      <w:b/>
      <w:sz w:val="24"/>
    </w:rPr>
  </w:style>
  <w:style w:type="paragraph" w:customStyle="1" w:styleId="LAB2TOC1">
    <w:name w:val="LAB2 TOC1"/>
    <w:uiPriority w:val="99"/>
    <w:rsid w:val="00401788"/>
    <w:pPr>
      <w:tabs>
        <w:tab w:val="right" w:pos="7229"/>
      </w:tabs>
      <w:spacing w:before="120"/>
      <w:ind w:left="567"/>
    </w:pPr>
    <w:rPr>
      <w:noProof/>
      <w:szCs w:val="20"/>
      <w:lang w:val="en-US" w:eastAsia="en-US"/>
    </w:rPr>
  </w:style>
  <w:style w:type="paragraph" w:customStyle="1" w:styleId="LAB2TOC2">
    <w:name w:val="LAB2 TOC2"/>
    <w:basedOn w:val="TOC1"/>
    <w:uiPriority w:val="99"/>
    <w:rsid w:val="00401788"/>
    <w:pPr>
      <w:numPr>
        <w:numId w:val="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uiPriority w:val="99"/>
    <w:rsid w:val="00401788"/>
    <w:pPr>
      <w:jc w:val="center"/>
    </w:pPr>
    <w:rPr>
      <w:sz w:val="24"/>
    </w:rPr>
  </w:style>
  <w:style w:type="character" w:customStyle="1" w:styleId="LABvastag">
    <w:name w:val="LAB vastag"/>
    <w:uiPriority w:val="99"/>
    <w:rsid w:val="00401788"/>
    <w:rPr>
      <w:rFonts w:ascii="Times New Roman" w:hAnsi="Times New Roman"/>
      <w:b/>
      <w:color w:val="000000"/>
      <w:sz w:val="22"/>
    </w:rPr>
  </w:style>
  <w:style w:type="character" w:customStyle="1" w:styleId="LABnormSUBSCRIPT">
    <w:name w:val="LAB norm SUBSCRIPT"/>
    <w:uiPriority w:val="99"/>
    <w:rsid w:val="00401788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uiPriority w:val="99"/>
    <w:rsid w:val="00401788"/>
    <w:rPr>
      <w:b w:val="0"/>
      <w:i/>
    </w:rPr>
  </w:style>
  <w:style w:type="paragraph" w:customStyle="1" w:styleId="LABFeladatmagyarazat1">
    <w:name w:val="LAB Feladat_magyarazat_1"/>
    <w:basedOn w:val="LABFeladatmagyarazat"/>
    <w:uiPriority w:val="99"/>
    <w:rsid w:val="00401788"/>
    <w:pPr>
      <w:ind w:left="357"/>
    </w:pPr>
  </w:style>
  <w:style w:type="paragraph" w:customStyle="1" w:styleId="LABFeladatmagyarazat2">
    <w:name w:val="LAB Feladat_magyarazat_2"/>
    <w:basedOn w:val="LABFeladatmagyarazat"/>
    <w:uiPriority w:val="99"/>
    <w:rsid w:val="00401788"/>
    <w:pPr>
      <w:ind w:left="788"/>
    </w:pPr>
  </w:style>
  <w:style w:type="paragraph" w:customStyle="1" w:styleId="LABFeladatmagyarazat3">
    <w:name w:val="LAB Feladat_magyarazat_3"/>
    <w:basedOn w:val="LABFeladatmagyarazat"/>
    <w:uiPriority w:val="99"/>
    <w:rsid w:val="00401788"/>
    <w:pPr>
      <w:ind w:left="1406"/>
    </w:pPr>
  </w:style>
  <w:style w:type="paragraph" w:customStyle="1" w:styleId="LABCim">
    <w:name w:val="LAB Cim"/>
    <w:basedOn w:val="LABMerescime"/>
    <w:next w:val="LABNormal"/>
    <w:uiPriority w:val="99"/>
    <w:rsid w:val="00401788"/>
  </w:style>
  <w:style w:type="paragraph" w:customStyle="1" w:styleId="LABJellemzok">
    <w:name w:val="LAB Jellemzok"/>
    <w:basedOn w:val="LABListavonas2"/>
    <w:uiPriority w:val="99"/>
    <w:rsid w:val="00401788"/>
    <w:pPr>
      <w:numPr>
        <w:numId w:val="4"/>
      </w:numPr>
      <w:spacing w:before="40"/>
    </w:pPr>
  </w:style>
  <w:style w:type="paragraph" w:customStyle="1" w:styleId="LABApro">
    <w:name w:val="LAB Apro"/>
    <w:basedOn w:val="LABNormal"/>
    <w:uiPriority w:val="99"/>
    <w:rsid w:val="00401788"/>
    <w:pPr>
      <w:spacing w:before="0"/>
      <w:jc w:val="left"/>
    </w:pPr>
    <w:rPr>
      <w:sz w:val="20"/>
      <w:lang w:val="en-US"/>
    </w:rPr>
  </w:style>
  <w:style w:type="paragraph" w:customStyle="1" w:styleId="LABAprospace">
    <w:name w:val="LAB Apro space"/>
    <w:basedOn w:val="LABApro"/>
    <w:uiPriority w:val="99"/>
    <w:rsid w:val="00401788"/>
    <w:pPr>
      <w:spacing w:after="120"/>
    </w:pPr>
  </w:style>
  <w:style w:type="paragraph" w:customStyle="1" w:styleId="LABTerkoz1">
    <w:name w:val="LAB Terkoz1"/>
    <w:basedOn w:val="LABNormal"/>
    <w:uiPriority w:val="99"/>
    <w:rsid w:val="00401788"/>
    <w:pPr>
      <w:spacing w:before="0" w:line="120" w:lineRule="exact"/>
    </w:pPr>
    <w:rPr>
      <w:sz w:val="8"/>
    </w:rPr>
  </w:style>
  <w:style w:type="paragraph" w:customStyle="1" w:styleId="LABFelkMegoldas">
    <w:name w:val="LAB FelkMegoldas"/>
    <w:uiPriority w:val="99"/>
    <w:rsid w:val="00401788"/>
    <w:pPr>
      <w:spacing w:before="120"/>
      <w:ind w:left="357"/>
    </w:pPr>
    <w:rPr>
      <w:i/>
      <w:szCs w:val="20"/>
      <w:lang w:eastAsia="en-US"/>
    </w:rPr>
  </w:style>
  <w:style w:type="paragraph" w:customStyle="1" w:styleId="LABTesztKerdes2">
    <w:name w:val="LAB TesztKerdes2"/>
    <w:basedOn w:val="LABTesztkerdes"/>
    <w:next w:val="Normal"/>
    <w:uiPriority w:val="99"/>
    <w:rsid w:val="00401788"/>
    <w:pPr>
      <w:numPr>
        <w:numId w:val="7"/>
      </w:numPr>
      <w:spacing w:before="240" w:after="60"/>
    </w:pPr>
    <w:rPr>
      <w:b/>
    </w:rPr>
  </w:style>
  <w:style w:type="paragraph" w:customStyle="1" w:styleId="LABTesztValasz">
    <w:name w:val="LAB TesztValasz"/>
    <w:uiPriority w:val="99"/>
    <w:rsid w:val="00401788"/>
    <w:pPr>
      <w:spacing w:before="120"/>
      <w:ind w:left="357"/>
    </w:pPr>
    <w:rPr>
      <w:szCs w:val="20"/>
      <w:lang w:eastAsia="en-US"/>
    </w:rPr>
  </w:style>
  <w:style w:type="paragraph" w:customStyle="1" w:styleId="LABFelsorolas">
    <w:name w:val="LAB Felsorolas"/>
    <w:uiPriority w:val="99"/>
    <w:rsid w:val="00401788"/>
    <w:pPr>
      <w:tabs>
        <w:tab w:val="num" w:pos="360"/>
      </w:tabs>
      <w:spacing w:before="120"/>
      <w:ind w:left="357" w:hanging="357"/>
    </w:pPr>
    <w:rPr>
      <w:noProof/>
      <w:szCs w:val="20"/>
      <w:lang w:val="en-US" w:eastAsia="en-US"/>
    </w:rPr>
  </w:style>
  <w:style w:type="paragraph" w:customStyle="1" w:styleId="LABFelsorolasBold">
    <w:name w:val="LAB Felsorolas Bold"/>
    <w:basedOn w:val="LABFelsorolas"/>
    <w:uiPriority w:val="99"/>
    <w:rsid w:val="00401788"/>
    <w:pPr>
      <w:numPr>
        <w:numId w:val="6"/>
      </w:numPr>
    </w:pPr>
    <w:rPr>
      <w:b/>
    </w:rPr>
  </w:style>
  <w:style w:type="paragraph" w:customStyle="1" w:styleId="LABFelkeszulesiFeladat">
    <w:name w:val="LAB Felkeszulesi Feladat"/>
    <w:basedOn w:val="LABListasorsz1"/>
    <w:uiPriority w:val="99"/>
    <w:rsid w:val="00401788"/>
    <w:pPr>
      <w:numPr>
        <w:numId w:val="8"/>
      </w:numPr>
      <w:spacing w:before="240" w:after="120"/>
    </w:pPr>
  </w:style>
  <w:style w:type="paragraph" w:customStyle="1" w:styleId="LABFelkeszulesiFeladatFolytatas">
    <w:name w:val="LAB Felkeszulesi Feladat Folytatas"/>
    <w:basedOn w:val="LABNormal"/>
    <w:uiPriority w:val="99"/>
    <w:rsid w:val="00401788"/>
    <w:pPr>
      <w:ind w:left="357"/>
    </w:pPr>
  </w:style>
  <w:style w:type="paragraph" w:customStyle="1" w:styleId="LABFelkeszulesiFeladatOpcio">
    <w:name w:val="LAB Felkeszulesi Feladat Opcio"/>
    <w:basedOn w:val="LABNormal"/>
    <w:uiPriority w:val="99"/>
    <w:rsid w:val="00401788"/>
    <w:pPr>
      <w:numPr>
        <w:ilvl w:val="1"/>
        <w:numId w:val="8"/>
      </w:numPr>
    </w:pPr>
  </w:style>
  <w:style w:type="paragraph" w:customStyle="1" w:styleId="LABMvezAlcim">
    <w:name w:val="LAB MvezAlcim"/>
    <w:basedOn w:val="LABNormal"/>
    <w:uiPriority w:val="99"/>
    <w:rsid w:val="00401788"/>
    <w:pPr>
      <w:spacing w:before="0" w:after="480"/>
      <w:jc w:val="center"/>
    </w:pPr>
    <w:rPr>
      <w:b/>
      <w:smallCaps/>
      <w:sz w:val="28"/>
    </w:rPr>
  </w:style>
  <w:style w:type="character" w:customStyle="1" w:styleId="LABkulcsszo">
    <w:name w:val="LAB kulcsszo"/>
    <w:uiPriority w:val="99"/>
    <w:rsid w:val="00401788"/>
    <w:rPr>
      <w:b/>
      <w:i/>
    </w:rPr>
  </w:style>
  <w:style w:type="character" w:customStyle="1" w:styleId="Labsubsc">
    <w:name w:val="Lab subsc"/>
    <w:uiPriority w:val="99"/>
    <w:rsid w:val="00401788"/>
    <w:rPr>
      <w:vertAlign w:val="subscript"/>
    </w:rPr>
  </w:style>
  <w:style w:type="paragraph" w:customStyle="1" w:styleId="LABAbraZoltanI">
    <w:name w:val="LAB Abra ZoltanI"/>
    <w:basedOn w:val="LABAbramaga"/>
    <w:uiPriority w:val="99"/>
    <w:rsid w:val="00401788"/>
    <w:pPr>
      <w:spacing w:before="240"/>
    </w:pPr>
  </w:style>
  <w:style w:type="paragraph" w:customStyle="1" w:styleId="LABListapotty2">
    <w:name w:val="LAB Lista potty 2"/>
    <w:basedOn w:val="LABListavonas2"/>
    <w:uiPriority w:val="99"/>
    <w:rsid w:val="00401788"/>
    <w:pPr>
      <w:numPr>
        <w:ilvl w:val="1"/>
        <w:numId w:val="9"/>
      </w:numPr>
    </w:pPr>
  </w:style>
  <w:style w:type="paragraph" w:customStyle="1" w:styleId="LABNagybekezdesszamozott">
    <w:name w:val="LAB Nagybekezdes szamozott"/>
    <w:basedOn w:val="LABNagybekezdescim"/>
    <w:uiPriority w:val="99"/>
    <w:rsid w:val="00401788"/>
    <w:pPr>
      <w:numPr>
        <w:numId w:val="11"/>
      </w:numPr>
      <w:tabs>
        <w:tab w:val="clear" w:pos="360"/>
      </w:tabs>
      <w:ind w:left="0"/>
    </w:pPr>
  </w:style>
  <w:style w:type="paragraph" w:customStyle="1" w:styleId="LAB2TartalomjegyzekNagy">
    <w:name w:val="LAB2 Tartalomjegyzek Nagy"/>
    <w:basedOn w:val="LABMerescime"/>
    <w:uiPriority w:val="99"/>
    <w:rsid w:val="00401788"/>
  </w:style>
  <w:style w:type="paragraph" w:styleId="Footer">
    <w:name w:val="footer"/>
    <w:basedOn w:val="Normal"/>
    <w:link w:val="FooterChar"/>
    <w:uiPriority w:val="99"/>
    <w:rsid w:val="00401788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13963"/>
    <w:rPr>
      <w:sz w:val="20"/>
    </w:rPr>
  </w:style>
  <w:style w:type="paragraph" w:styleId="BodyText">
    <w:name w:val="Body Text"/>
    <w:basedOn w:val="Normal"/>
    <w:link w:val="BodyTextChar"/>
    <w:uiPriority w:val="99"/>
    <w:rsid w:val="00401788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13963"/>
    <w:rPr>
      <w:sz w:val="20"/>
    </w:rPr>
  </w:style>
  <w:style w:type="character" w:customStyle="1" w:styleId="LABgomb">
    <w:name w:val="LAB gomb"/>
    <w:uiPriority w:val="99"/>
    <w:rsid w:val="00401788"/>
    <w:rPr>
      <w:rFonts w:ascii="Courier" w:hAnsi="Courier"/>
      <w:b/>
    </w:rPr>
  </w:style>
  <w:style w:type="paragraph" w:styleId="DocumentMap">
    <w:name w:val="Document Map"/>
    <w:basedOn w:val="Normal"/>
    <w:link w:val="DocumentMapChar"/>
    <w:uiPriority w:val="99"/>
    <w:semiHidden/>
    <w:rsid w:val="00401788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413963"/>
    <w:rPr>
      <w:sz w:val="2"/>
    </w:rPr>
  </w:style>
  <w:style w:type="paragraph" w:styleId="BodyTextIndent">
    <w:name w:val="Body Text Indent"/>
    <w:basedOn w:val="Normal"/>
    <w:link w:val="BodyTextIndentChar"/>
    <w:uiPriority w:val="99"/>
    <w:rsid w:val="00401788"/>
    <w:pPr>
      <w:autoSpaceDE w:val="0"/>
      <w:autoSpaceDN w:val="0"/>
      <w:spacing w:before="0" w:line="360" w:lineRule="auto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13963"/>
    <w:rPr>
      <w:sz w:val="20"/>
    </w:rPr>
  </w:style>
  <w:style w:type="character" w:styleId="PageNumber">
    <w:name w:val="page number"/>
    <w:basedOn w:val="DefaultParagraphFont"/>
    <w:uiPriority w:val="99"/>
    <w:rsid w:val="00401788"/>
    <w:rPr>
      <w:rFonts w:cs="Times New Roman"/>
    </w:rPr>
  </w:style>
  <w:style w:type="paragraph" w:customStyle="1" w:styleId="LABJkvFejlec">
    <w:name w:val="LAB JkvFejlec"/>
    <w:basedOn w:val="LABNormal"/>
    <w:uiPriority w:val="99"/>
    <w:rsid w:val="00401788"/>
  </w:style>
  <w:style w:type="paragraph" w:customStyle="1" w:styleId="LABJkVFejlecVastag">
    <w:name w:val="LAB JkVFejlecVastag"/>
    <w:basedOn w:val="LABJkvFejlec"/>
    <w:uiPriority w:val="99"/>
    <w:rsid w:val="00401788"/>
    <w:pPr>
      <w:spacing w:before="240"/>
    </w:pPr>
    <w:rPr>
      <w:b/>
      <w:sz w:val="24"/>
      <w:lang w:val="en-US"/>
    </w:rPr>
  </w:style>
  <w:style w:type="table" w:styleId="TableGrid">
    <w:name w:val="Table Grid"/>
    <w:basedOn w:val="TableNormal"/>
    <w:uiPriority w:val="99"/>
    <w:rsid w:val="005340E8"/>
    <w:pPr>
      <w:spacing w:before="12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84752"/>
    <w:rPr>
      <w:rFonts w:cs="Times New Roman"/>
      <w:color w:val="808080"/>
    </w:rPr>
  </w:style>
  <w:style w:type="paragraph" w:styleId="NormalWeb">
    <w:name w:val="Normal (Web)"/>
    <w:basedOn w:val="Normal"/>
    <w:uiPriority w:val="99"/>
    <w:semiHidden/>
    <w:unhideWhenUsed/>
    <w:rsid w:val="00187B4C"/>
    <w:pPr>
      <w:spacing w:before="100" w:beforeAutospacing="1" w:after="100" w:afterAutospacing="1"/>
      <w:jc w:val="left"/>
    </w:pPr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611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61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35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alazs\alaplabor2\MERES_STILUS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MERES_STILUS5.dot</Template>
  <TotalTime>0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meres stilusfajl</vt:lpstr>
    </vt:vector>
  </TitlesOfParts>
  <Company>BME-MIT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subject/>
  <dc:creator>vodros</dc:creator>
  <cp:keywords/>
  <dc:description/>
  <cp:lastModifiedBy>Sujbert László</cp:lastModifiedBy>
  <cp:revision>2</cp:revision>
  <cp:lastPrinted>2018-02-05T21:52:00Z</cp:lastPrinted>
  <dcterms:created xsi:type="dcterms:W3CDTF">2024-09-13T15:53:00Z</dcterms:created>
  <dcterms:modified xsi:type="dcterms:W3CDTF">2024-09-13T15:53:00Z</dcterms:modified>
</cp:coreProperties>
</file>